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F67" w:rsidRPr="00AF06C5" w:rsidRDefault="00F81F06" w:rsidP="00F81F06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AF06C5">
        <w:rPr>
          <w:rFonts w:ascii="Arial" w:hAnsi="Arial" w:cs="Arial"/>
          <w:b/>
        </w:rPr>
        <w:t xml:space="preserve">Common Core Aligned Lesson Plan </w:t>
      </w:r>
    </w:p>
    <w:p w:rsidR="00F81F06" w:rsidRPr="00AF06C5" w:rsidRDefault="00F81F06" w:rsidP="00F81F06">
      <w:pPr>
        <w:jc w:val="center"/>
        <w:rPr>
          <w:rFonts w:ascii="Arial" w:hAnsi="Arial" w:cs="Arial"/>
        </w:rPr>
      </w:pPr>
    </w:p>
    <w:p w:rsidR="00F81F06" w:rsidRPr="00AF06C5" w:rsidRDefault="00F81F06" w:rsidP="00F81F06">
      <w:pPr>
        <w:jc w:val="center"/>
        <w:rPr>
          <w:rFonts w:ascii="Arial" w:hAnsi="Arial" w:cs="Arial"/>
          <w:b/>
        </w:rPr>
      </w:pPr>
      <w:r w:rsidRPr="00AF06C5">
        <w:rPr>
          <w:rFonts w:ascii="Arial" w:hAnsi="Arial" w:cs="Arial"/>
          <w:b/>
        </w:rPr>
        <w:t>Subject(s</w:t>
      </w:r>
      <w:r w:rsidRPr="002F4E20">
        <w:rPr>
          <w:rFonts w:ascii="Arial" w:hAnsi="Arial" w:cs="Arial"/>
        </w:rPr>
        <w:t xml:space="preserve">): </w:t>
      </w:r>
      <w:r w:rsidR="001213D1">
        <w:rPr>
          <w:rFonts w:ascii="Arial" w:hAnsi="Arial" w:cs="Arial"/>
          <w:b/>
        </w:rPr>
        <w:t>Literacy</w:t>
      </w:r>
      <w:r w:rsidR="00F2426A">
        <w:rPr>
          <w:rFonts w:ascii="Arial" w:hAnsi="Arial" w:cs="Arial"/>
          <w:b/>
        </w:rPr>
        <w:t xml:space="preserve">                        </w:t>
      </w:r>
      <w:r w:rsidRPr="00AF06C5">
        <w:rPr>
          <w:rFonts w:ascii="Arial" w:hAnsi="Arial" w:cs="Arial"/>
          <w:b/>
        </w:rPr>
        <w:t xml:space="preserve">Grade: </w:t>
      </w:r>
      <w:r w:rsidR="00C32D04" w:rsidRPr="00C32D04">
        <w:rPr>
          <w:rFonts w:ascii="Arial" w:hAnsi="Arial" w:cs="Arial"/>
          <w:b/>
        </w:rPr>
        <w:t>5</w:t>
      </w:r>
    </w:p>
    <w:p w:rsidR="00F81F06" w:rsidRPr="00AF06C5" w:rsidRDefault="00F81F06" w:rsidP="00F81F06">
      <w:pPr>
        <w:jc w:val="center"/>
        <w:rPr>
          <w:rFonts w:ascii="Arial" w:hAnsi="Arial" w:cs="Arial"/>
          <w:b/>
        </w:rPr>
      </w:pPr>
    </w:p>
    <w:p w:rsidR="00F81F06" w:rsidRPr="00AF06C5" w:rsidRDefault="00F81F06" w:rsidP="00F81F06">
      <w:pPr>
        <w:jc w:val="center"/>
        <w:rPr>
          <w:rFonts w:ascii="Arial" w:hAnsi="Arial" w:cs="Arial"/>
          <w:b/>
        </w:rPr>
      </w:pPr>
      <w:r w:rsidRPr="00AF06C5">
        <w:rPr>
          <w:rFonts w:ascii="Arial" w:hAnsi="Arial" w:cs="Arial"/>
          <w:b/>
        </w:rPr>
        <w:t xml:space="preserve">Teacher(s): </w:t>
      </w:r>
      <w:r w:rsidR="00C32D04">
        <w:rPr>
          <w:rFonts w:ascii="Arial" w:hAnsi="Arial" w:cs="Arial"/>
          <w:b/>
        </w:rPr>
        <w:t>Anna Rauvenpoor</w:t>
      </w:r>
      <w:r w:rsidR="00F2426A">
        <w:rPr>
          <w:rFonts w:ascii="Arial" w:hAnsi="Arial" w:cs="Arial"/>
          <w:b/>
        </w:rPr>
        <w:t xml:space="preserve">              </w:t>
      </w:r>
      <w:r w:rsidRPr="00AF06C5">
        <w:rPr>
          <w:rFonts w:ascii="Arial" w:hAnsi="Arial" w:cs="Arial"/>
          <w:b/>
        </w:rPr>
        <w:t xml:space="preserve">School: </w:t>
      </w:r>
      <w:r w:rsidR="00C32D04">
        <w:rPr>
          <w:rFonts w:ascii="Arial" w:hAnsi="Arial" w:cs="Arial"/>
          <w:b/>
        </w:rPr>
        <w:t>Windermere Boulevard School</w:t>
      </w:r>
    </w:p>
    <w:p w:rsidR="00F81F06" w:rsidRPr="00AF06C5" w:rsidRDefault="00F81F06" w:rsidP="00F81F06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26"/>
        <w:gridCol w:w="4183"/>
      </w:tblGrid>
      <w:tr w:rsidR="00AF06C5" w:rsidRPr="00AF06C5" w:rsidTr="00AF06C5">
        <w:trPr>
          <w:trHeight w:val="452"/>
        </w:trPr>
        <w:tc>
          <w:tcPr>
            <w:tcW w:w="10326" w:type="dxa"/>
          </w:tcPr>
          <w:p w:rsidR="00F81F06" w:rsidRPr="00AF06C5" w:rsidRDefault="00F2526B" w:rsidP="00F2526B">
            <w:pPr>
              <w:ind w:firstLine="720"/>
              <w:rPr>
                <w:rFonts w:ascii="Arial" w:hAnsi="Arial" w:cs="Arial"/>
                <w:b/>
                <w:sz w:val="20"/>
                <w:szCs w:val="20"/>
              </w:rPr>
            </w:pPr>
            <w:r w:rsidRPr="00AF06C5">
              <w:rPr>
                <w:rFonts w:ascii="Arial" w:hAnsi="Arial" w:cs="Arial"/>
                <w:b/>
                <w:sz w:val="20"/>
                <w:szCs w:val="20"/>
              </w:rPr>
              <w:t>LESSON ELEMENT</w:t>
            </w:r>
          </w:p>
        </w:tc>
        <w:tc>
          <w:tcPr>
            <w:tcW w:w="4183" w:type="dxa"/>
          </w:tcPr>
          <w:p w:rsidR="00F2526B" w:rsidRPr="00AF06C5" w:rsidRDefault="00F2526B" w:rsidP="00AF06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C5">
              <w:rPr>
                <w:rFonts w:ascii="Arial" w:hAnsi="Arial" w:cs="Arial"/>
                <w:b/>
                <w:sz w:val="20"/>
                <w:szCs w:val="20"/>
              </w:rPr>
              <w:t>STUDENT-FRIENDLY TRANSLATION</w:t>
            </w:r>
          </w:p>
          <w:p w:rsidR="00F81F06" w:rsidRPr="00AF06C5" w:rsidRDefault="00032EC8" w:rsidP="00AF06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(#2, 3, 4 only</w:t>
            </w:r>
            <w:r w:rsidR="00F2526B" w:rsidRPr="00AF06C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F06C5" w:rsidRPr="00AF06C5" w:rsidTr="00792708">
        <w:trPr>
          <w:trHeight w:val="1152"/>
        </w:trPr>
        <w:tc>
          <w:tcPr>
            <w:tcW w:w="14509" w:type="dxa"/>
            <w:gridSpan w:val="2"/>
          </w:tcPr>
          <w:p w:rsidR="00F2426A" w:rsidRPr="00A376C0" w:rsidRDefault="00792708" w:rsidP="00F2426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792708">
              <w:rPr>
                <w:rFonts w:ascii="Arial" w:hAnsi="Arial" w:cs="Arial"/>
                <w:sz w:val="20"/>
                <w:szCs w:val="20"/>
              </w:rPr>
              <w:t>Common Core learning Standard(s) Addressed:</w:t>
            </w:r>
            <w:r w:rsidR="00880DA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A376C0" w:rsidRDefault="00A376C0" w:rsidP="00A376C0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A376C0" w:rsidRPr="00A376C0" w:rsidRDefault="00A376C0" w:rsidP="00A376C0">
            <w:pPr>
              <w:pStyle w:val="ListParagraph"/>
              <w:rPr>
                <w:rFonts w:ascii="Verdana" w:hAnsi="Verdana" w:cs="Arial"/>
                <w:b/>
                <w:color w:val="303030"/>
                <w:sz w:val="20"/>
                <w:szCs w:val="20"/>
                <w:shd w:val="clear" w:color="auto" w:fill="FFFFFF"/>
              </w:rPr>
            </w:pPr>
            <w:r w:rsidRPr="00A376C0">
              <w:rPr>
                <w:rFonts w:ascii="Verdana" w:hAnsi="Verdana" w:cs="Arial"/>
                <w:b/>
                <w:color w:val="303030"/>
                <w:sz w:val="20"/>
                <w:szCs w:val="20"/>
                <w:shd w:val="clear" w:color="auto" w:fill="FFFFFF"/>
              </w:rPr>
              <w:t>Speaking and Listening, grade 5, standard 5</w:t>
            </w:r>
          </w:p>
          <w:p w:rsidR="00A376C0" w:rsidRPr="00A376C0" w:rsidRDefault="00A376C0" w:rsidP="00A376C0">
            <w:pPr>
              <w:pStyle w:val="ListParagraph"/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r w:rsidRPr="00A376C0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Presentation of Knowledge and Ideas: Include multimedia components (e.g., graphics, sound) and visual displays in presentations when appropriate to enhance the development of main ideas or themes.</w:t>
            </w:r>
          </w:p>
          <w:p w:rsidR="004B667F" w:rsidRPr="00F2426A" w:rsidRDefault="004B667F" w:rsidP="004B667F">
            <w:pPr>
              <w:pStyle w:val="ListParagraph"/>
              <w:rPr>
                <w:rFonts w:ascii="Arial" w:hAnsi="Arial" w:cs="Arial"/>
              </w:rPr>
            </w:pPr>
          </w:p>
          <w:p w:rsidR="00C27EA6" w:rsidRPr="00792708" w:rsidRDefault="00C27EA6" w:rsidP="00A376C0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AF06C5" w:rsidRPr="00AF06C5" w:rsidTr="00792708">
        <w:trPr>
          <w:trHeight w:val="1152"/>
        </w:trPr>
        <w:tc>
          <w:tcPr>
            <w:tcW w:w="10326" w:type="dxa"/>
          </w:tcPr>
          <w:p w:rsidR="00D10BA1" w:rsidRDefault="00792708" w:rsidP="00D10BA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92708">
              <w:rPr>
                <w:rFonts w:ascii="Arial" w:hAnsi="Arial" w:cs="Arial"/>
                <w:sz w:val="20"/>
                <w:szCs w:val="20"/>
              </w:rPr>
              <w:t xml:space="preserve">Learning Target(s): </w:t>
            </w:r>
          </w:p>
          <w:p w:rsidR="004B667F" w:rsidRDefault="004B667F" w:rsidP="004B667F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4B667F" w:rsidRDefault="004B667F" w:rsidP="004B667F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will be able to:</w:t>
            </w:r>
          </w:p>
          <w:p w:rsidR="00D10BA1" w:rsidRPr="009B30A3" w:rsidRDefault="00D10BA1" w:rsidP="00D10BA1">
            <w:pPr>
              <w:pStyle w:val="ListParagraph"/>
              <w:numPr>
                <w:ilvl w:val="0"/>
                <w:numId w:val="6"/>
              </w:num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proofErr w:type="gramStart"/>
            <w:r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evaluate</w:t>
            </w:r>
            <w:proofErr w:type="gramEnd"/>
            <w:r w:rsidR="00433DE7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a piece of literature for recommendation to others</w:t>
            </w:r>
            <w:r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F81F06" w:rsidRPr="0048008F" w:rsidRDefault="00433DE7" w:rsidP="00D10BA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identify</w:t>
            </w:r>
            <w:proofErr w:type="gramEnd"/>
            <w:r w:rsidR="00D10BA1"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the </w:t>
            </w:r>
            <w:r w:rsidR="00B272B6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elements of the literature that make it appealing to read.</w:t>
            </w:r>
          </w:p>
          <w:p w:rsidR="0048008F" w:rsidRPr="004B667F" w:rsidRDefault="00B272B6" w:rsidP="00D10BA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write</w:t>
            </w:r>
            <w:proofErr w:type="gramEnd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a brief </w:t>
            </w:r>
            <w:r w:rsidR="003C3AE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“book talk” for </w:t>
            </w:r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the literature utilizing the elements identified above</w:t>
            </w:r>
            <w:r w:rsidR="0048008F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  <w:p w:rsidR="004B667F" w:rsidRPr="004B667F" w:rsidRDefault="00B272B6" w:rsidP="00D10BA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present</w:t>
            </w:r>
            <w:proofErr w:type="gramEnd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the book review in front of a camera for recording</w:t>
            </w:r>
            <w:r w:rsidR="004B667F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  <w:p w:rsidR="004B667F" w:rsidRPr="0043122B" w:rsidRDefault="004B667F" w:rsidP="00D10BA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evaluate</w:t>
            </w:r>
            <w:proofErr w:type="gramEnd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and critique 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self and </w:t>
            </w:r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others’ work for effective conveyance of information.</w:t>
            </w:r>
          </w:p>
          <w:p w:rsidR="0043122B" w:rsidRPr="00792708" w:rsidRDefault="0043122B" w:rsidP="0043122B">
            <w:pPr>
              <w:pStyle w:val="ListParagraph"/>
              <w:ind w:left="14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3" w:type="dxa"/>
          </w:tcPr>
          <w:p w:rsidR="00F81F06" w:rsidRPr="00135C5D" w:rsidRDefault="003F52E5" w:rsidP="003F52E5">
            <w:p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r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You will be able to:</w:t>
            </w:r>
          </w:p>
          <w:p w:rsidR="00291F94" w:rsidRPr="00135C5D" w:rsidRDefault="003C3AE3" w:rsidP="00291F94">
            <w:pPr>
              <w:pStyle w:val="ListParagraph"/>
              <w:numPr>
                <w:ilvl w:val="0"/>
                <w:numId w:val="9"/>
              </w:num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write</w:t>
            </w:r>
            <w:proofErr w:type="gramEnd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a book talk for a book you think others should read</w:t>
            </w:r>
            <w:r w:rsidR="00291F94"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  <w:p w:rsidR="00291F94" w:rsidRPr="00135C5D" w:rsidRDefault="003C3AE3" w:rsidP="00291F94">
            <w:pPr>
              <w:pStyle w:val="ListParagraph"/>
              <w:numPr>
                <w:ilvl w:val="0"/>
                <w:numId w:val="9"/>
              </w:num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present</w:t>
            </w:r>
            <w:proofErr w:type="gramEnd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your book talk in front of a video camera</w:t>
            </w:r>
            <w:r w:rsidR="00291F94"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  <w:p w:rsidR="00291F94" w:rsidRPr="00135C5D" w:rsidRDefault="003C3AE3" w:rsidP="00291F94">
            <w:pPr>
              <w:pStyle w:val="ListParagraph"/>
              <w:numPr>
                <w:ilvl w:val="0"/>
                <w:numId w:val="9"/>
              </w:num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evaluate</w:t>
            </w:r>
            <w:proofErr w:type="gramEnd"/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your and </w:t>
            </w:r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other students’ video book talks</w:t>
            </w:r>
            <w:r w:rsidR="00291F94"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  <w:p w:rsidR="00291F94" w:rsidRPr="00291F94" w:rsidRDefault="00291F94" w:rsidP="000A78CC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AF06C5" w:rsidRPr="00135C5D" w:rsidTr="00792708">
        <w:trPr>
          <w:trHeight w:val="1152"/>
        </w:trPr>
        <w:tc>
          <w:tcPr>
            <w:tcW w:w="10326" w:type="dxa"/>
          </w:tcPr>
          <w:p w:rsidR="009B30A3" w:rsidRDefault="00792708" w:rsidP="009B30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92708">
              <w:rPr>
                <w:rFonts w:ascii="Arial" w:hAnsi="Arial" w:cs="Arial"/>
                <w:sz w:val="20"/>
                <w:szCs w:val="20"/>
              </w:rPr>
              <w:t xml:space="preserve">Relevance/Rationale: </w:t>
            </w:r>
          </w:p>
          <w:p w:rsidR="0043122B" w:rsidRPr="00792708" w:rsidRDefault="00D10BA1" w:rsidP="002120B6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Today’s media savvy students </w:t>
            </w:r>
            <w:r w:rsidR="006953EE"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use technology to compose and read texts, record and watch videos and podcasts, and compose digital posters and presentations.  While students may use a great variety of formats to convey meaning, they may not </w:t>
            </w:r>
            <w:r w:rsidR="0087058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fully grasp </w:t>
            </w:r>
            <w:r w:rsidR="006953EE"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the impact format can have on the interpretation of </w:t>
            </w:r>
            <w:r w:rsidR="0087058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information’s </w:t>
            </w:r>
            <w:r w:rsidR="006953EE"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meaning.  This lesson </w:t>
            </w:r>
            <w:r w:rsidR="0087058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aims</w:t>
            </w:r>
            <w:r w:rsidR="006953EE" w:rsidRPr="009B30A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to assist students in </w:t>
            </w:r>
            <w:r w:rsidR="002120B6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writing a concise and persuasive review of a piece of literature they feel strongly about.  The format of the video book talk and its addition to the online library catalog helps students understand that information presented in a professional and contemporary manner will be considered more seriously by others.  </w:t>
            </w:r>
          </w:p>
        </w:tc>
        <w:tc>
          <w:tcPr>
            <w:tcW w:w="4183" w:type="dxa"/>
          </w:tcPr>
          <w:p w:rsidR="00F81F06" w:rsidRPr="00135C5D" w:rsidRDefault="003F52E5" w:rsidP="00904B05">
            <w:p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r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You are a consumer </w:t>
            </w:r>
            <w:r w:rsidR="00135C5D"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and producer </w:t>
            </w:r>
            <w:r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of information</w:t>
            </w:r>
            <w:r w:rsidR="00135C5D"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  You</w:t>
            </w:r>
            <w:r w:rsidR="00904B05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r opinion matters and can help someone else make an informed decision.  </w:t>
            </w:r>
            <w:r w:rsidR="00135C5D" w:rsidRPr="00135C5D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</w:t>
            </w:r>
            <w:r w:rsidR="00904B05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Sharing information that you have learned can help us build knowledge.  There are many ways to share information.  The ways in which we choose to share our knowledge has a great effect on how seriously your information is viewed. </w:t>
            </w:r>
          </w:p>
        </w:tc>
      </w:tr>
      <w:tr w:rsidR="00AF06C5" w:rsidRPr="00AF06C5" w:rsidTr="00792708">
        <w:trPr>
          <w:trHeight w:val="1440"/>
        </w:trPr>
        <w:tc>
          <w:tcPr>
            <w:tcW w:w="10326" w:type="dxa"/>
          </w:tcPr>
          <w:p w:rsidR="001350A9" w:rsidRDefault="00792708" w:rsidP="0079270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92708">
              <w:rPr>
                <w:rFonts w:ascii="Arial" w:hAnsi="Arial" w:cs="Arial"/>
                <w:sz w:val="20"/>
                <w:szCs w:val="20"/>
              </w:rPr>
              <w:lastRenderedPageBreak/>
              <w:t xml:space="preserve">Formative Assessment Criteria for Success: </w:t>
            </w:r>
          </w:p>
          <w:p w:rsidR="00F81F06" w:rsidRDefault="005B2FD1" w:rsidP="00F06055">
            <w:pPr>
              <w:pStyle w:val="ListParagraph"/>
              <w:numPr>
                <w:ilvl w:val="0"/>
                <w:numId w:val="7"/>
              </w:num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Students will 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complete</w:t>
            </w:r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3C0C4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self </w:t>
            </w:r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evaluations</w:t>
            </w:r>
            <w:proofErr w:type="spellEnd"/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</w:t>
            </w:r>
            <w:r w:rsidR="003C0C4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as well as evaluations </w:t>
            </w:r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of other 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student</w:t>
            </w:r>
            <w:r w:rsidR="003C0C4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s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’</w:t>
            </w:r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video book talks</w:t>
            </w:r>
            <w:r w:rsidR="004A72B8"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 in order to a</w:t>
            </w:r>
            <w:r w:rsidRPr="004A72B8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ssess the quality and effectiveness of the learning product.</w:t>
            </w:r>
          </w:p>
          <w:p w:rsidR="00F06055" w:rsidRDefault="00F06055" w:rsidP="00F06055">
            <w:pPr>
              <w:pStyle w:val="ListParagraph"/>
              <w:numPr>
                <w:ilvl w:val="0"/>
                <w:numId w:val="7"/>
              </w:numP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The SLMS </w:t>
            </w:r>
            <w:r w:rsidR="00FB39FE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will observe and evaluate students’ preparedness and participation</w:t>
            </w:r>
            <w:r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  <w:p w:rsidR="00F06055" w:rsidRPr="00792708" w:rsidRDefault="00F06055" w:rsidP="004A72B8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3" w:type="dxa"/>
          </w:tcPr>
          <w:p w:rsidR="00F81F06" w:rsidRPr="003F52E5" w:rsidRDefault="003F52E5" w:rsidP="003C0C43">
            <w:pPr>
              <w:rPr>
                <w:rFonts w:ascii="Arial" w:hAnsi="Arial" w:cs="Arial"/>
              </w:rPr>
            </w:pPr>
            <w:r w:rsidRPr="003F4AD4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 xml:space="preserve">You will evaluate the effort and work of yourself and </w:t>
            </w:r>
            <w:r w:rsidR="003C0C43">
              <w:rPr>
                <w:rFonts w:ascii="Verdana" w:hAnsi="Verdana" w:cs="Arial"/>
                <w:color w:val="303030"/>
                <w:sz w:val="20"/>
                <w:szCs w:val="20"/>
                <w:shd w:val="clear" w:color="auto" w:fill="FFFFFF"/>
              </w:rPr>
              <w:t>other students involved in the project using a rubric.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792708" w:rsidRPr="00AF06C5" w:rsidTr="00792708">
        <w:trPr>
          <w:trHeight w:val="1872"/>
        </w:trPr>
        <w:tc>
          <w:tcPr>
            <w:tcW w:w="14509" w:type="dxa"/>
            <w:gridSpan w:val="2"/>
          </w:tcPr>
          <w:p w:rsidR="00D710D8" w:rsidRPr="00A12758" w:rsidRDefault="00792708" w:rsidP="00D710D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12758">
              <w:rPr>
                <w:rFonts w:ascii="Arial" w:hAnsi="Arial" w:cs="Arial"/>
                <w:sz w:val="20"/>
                <w:szCs w:val="20"/>
              </w:rPr>
              <w:t xml:space="preserve">Activities/Tasks: </w:t>
            </w:r>
          </w:p>
          <w:p w:rsidR="00A12758" w:rsidRPr="00A12758" w:rsidRDefault="00A12758" w:rsidP="00A12758">
            <w:pPr>
              <w:pStyle w:val="ListParagraph"/>
              <w:rPr>
                <w:rFonts w:ascii="Arial" w:hAnsi="Arial" w:cs="Arial"/>
              </w:rPr>
            </w:pPr>
          </w:p>
          <w:p w:rsidR="005E55D8" w:rsidRDefault="005E55D8" w:rsidP="005E55D8">
            <w:pPr>
              <w:rPr>
                <w:b/>
                <w:sz w:val="28"/>
                <w:szCs w:val="28"/>
              </w:rPr>
            </w:pPr>
            <w:r w:rsidRPr="00AC0D8F">
              <w:rPr>
                <w:b/>
                <w:sz w:val="28"/>
                <w:szCs w:val="28"/>
              </w:rPr>
              <w:t>Day I</w:t>
            </w:r>
          </w:p>
          <w:p w:rsidR="00A12758" w:rsidRPr="00AC0D8F" w:rsidRDefault="00A12758" w:rsidP="005E55D8">
            <w:pPr>
              <w:rPr>
                <w:b/>
                <w:sz w:val="28"/>
                <w:szCs w:val="28"/>
              </w:rPr>
            </w:pPr>
          </w:p>
          <w:p w:rsidR="005E55D8" w:rsidRPr="00AC0D8F" w:rsidRDefault="005E55D8" w:rsidP="005E55D8">
            <w:pPr>
              <w:rPr>
                <w:b/>
              </w:rPr>
            </w:pPr>
            <w:r w:rsidRPr="00AC0D8F">
              <w:rPr>
                <w:b/>
              </w:rPr>
              <w:t>Direct Instruction:</w:t>
            </w:r>
          </w:p>
          <w:p w:rsidR="00A12758" w:rsidRDefault="005E55D8" w:rsidP="005E55D8">
            <w:r>
              <w:t xml:space="preserve">The SLMS will explain that the goals of the project are to </w:t>
            </w:r>
            <w:r w:rsidR="00A12758">
              <w:t xml:space="preserve">write and perform a short, persuasive book talk that will become part of the online library catalog where other students can access and use the book talk to aid in literature selection.  </w:t>
            </w:r>
            <w:r>
              <w:t>Time frame and procedures will be outlined and handout</w:t>
            </w:r>
            <w:r w:rsidR="00A12758">
              <w:t>s</w:t>
            </w:r>
            <w:r>
              <w:t xml:space="preserve"> contain</w:t>
            </w:r>
            <w:r w:rsidR="00A12758">
              <w:t xml:space="preserve">ing the assignment description, resource guide and supporting </w:t>
            </w:r>
            <w:r w:rsidR="00BD7848">
              <w:t xml:space="preserve">graphic </w:t>
            </w:r>
            <w:r w:rsidR="00A12758">
              <w:t xml:space="preserve">organizer </w:t>
            </w:r>
            <w:r>
              <w:t>will be distributed.</w:t>
            </w:r>
            <w:r w:rsidR="00CA37E1">
              <w:t xml:space="preserve">  The </w:t>
            </w:r>
            <w:r w:rsidR="00A12758">
              <w:t>Self-</w:t>
            </w:r>
            <w:proofErr w:type="spellStart"/>
            <w:r w:rsidR="00A12758">
              <w:t>Assesment</w:t>
            </w:r>
            <w:proofErr w:type="spellEnd"/>
            <w:r w:rsidR="00CA37E1">
              <w:t xml:space="preserve"> rubric and the </w:t>
            </w:r>
            <w:r w:rsidR="00A12758">
              <w:t xml:space="preserve">Presentation rubric </w:t>
            </w:r>
            <w:r w:rsidR="00CA37E1">
              <w:t xml:space="preserve">will also be handed out at this time so that students will know what is expected from them.  </w:t>
            </w:r>
          </w:p>
          <w:p w:rsidR="00A12758" w:rsidRDefault="00A12758" w:rsidP="005E55D8"/>
          <w:p w:rsidR="005E55D8" w:rsidRPr="00AC0D8F" w:rsidRDefault="005E55D8" w:rsidP="005E55D8">
            <w:pPr>
              <w:rPr>
                <w:b/>
              </w:rPr>
            </w:pPr>
            <w:r w:rsidRPr="00AC0D8F">
              <w:rPr>
                <w:b/>
              </w:rPr>
              <w:t>Modeling and Guided Practice:</w:t>
            </w:r>
          </w:p>
          <w:p w:rsidR="005E55D8" w:rsidRDefault="005E55D8" w:rsidP="005E55D8">
            <w:r>
              <w:t xml:space="preserve">The SLMS will show </w:t>
            </w:r>
            <w:r w:rsidR="00497971">
              <w:t xml:space="preserve">the following </w:t>
            </w:r>
            <w:r w:rsidR="00062C31">
              <w:t>four</w:t>
            </w:r>
            <w:r>
              <w:t xml:space="preserve"> presentations that are all reflective of the expectations of the project.  </w:t>
            </w:r>
          </w:p>
          <w:p w:rsidR="00D45AE3" w:rsidRDefault="00D45AE3" w:rsidP="00D45AE3">
            <w:pPr>
              <w:pStyle w:val="ListParagraph"/>
              <w:numPr>
                <w:ilvl w:val="0"/>
                <w:numId w:val="10"/>
              </w:numPr>
            </w:pPr>
            <w:r w:rsidRPr="00D45AE3">
              <w:t>A book reviewer on the popular PBS TV series "Reading Rainbow" reviews "Titanic Lost and Found"</w:t>
            </w:r>
            <w:r w:rsidR="00B72866">
              <w:t xml:space="preserve"> </w:t>
            </w:r>
            <w:r w:rsidR="00CA36E7">
              <w:t xml:space="preserve">at </w:t>
            </w:r>
            <w:hyperlink r:id="rId8" w:history="1">
              <w:r w:rsidRPr="00467D1C">
                <w:rPr>
                  <w:rStyle w:val="Hyperlink"/>
                </w:rPr>
                <w:t>http://youtu.be/FHAb6TYNX4w</w:t>
              </w:r>
            </w:hyperlink>
          </w:p>
          <w:p w:rsidR="009113BD" w:rsidRDefault="00B72866" w:rsidP="009113BD">
            <w:pPr>
              <w:pStyle w:val="ListParagraph"/>
              <w:numPr>
                <w:ilvl w:val="0"/>
                <w:numId w:val="10"/>
              </w:numPr>
            </w:pPr>
            <w:r w:rsidRPr="00D45AE3">
              <w:t xml:space="preserve">A book reviewer on </w:t>
            </w:r>
            <w:r w:rsidR="009113BD">
              <w:t>“Children’s Book Reviews”</w:t>
            </w:r>
            <w:r w:rsidRPr="00D45AE3">
              <w:t xml:space="preserve"> reviews "</w:t>
            </w:r>
            <w:r>
              <w:t xml:space="preserve">The </w:t>
            </w:r>
            <w:r w:rsidR="009113BD">
              <w:t>Last Olympian</w:t>
            </w:r>
            <w:r w:rsidRPr="00D45AE3">
              <w:t>"</w:t>
            </w:r>
            <w:r>
              <w:t xml:space="preserve"> at</w:t>
            </w:r>
            <w:r w:rsidR="00C82FBB">
              <w:t xml:space="preserve"> </w:t>
            </w:r>
            <w:hyperlink r:id="rId9" w:history="1">
              <w:r w:rsidR="009113BD" w:rsidRPr="00467D1C">
                <w:rPr>
                  <w:rStyle w:val="Hyperlink"/>
                </w:rPr>
                <w:t>http://youtu.be/gKqMZ0uK6pA</w:t>
              </w:r>
            </w:hyperlink>
            <w:r w:rsidR="009113BD" w:rsidRPr="009113BD">
              <w:t xml:space="preserve"> </w:t>
            </w:r>
          </w:p>
          <w:p w:rsidR="00062C31" w:rsidRDefault="00062C31" w:rsidP="00062C31">
            <w:pPr>
              <w:pStyle w:val="ListParagraph"/>
              <w:numPr>
                <w:ilvl w:val="0"/>
                <w:numId w:val="10"/>
              </w:numPr>
            </w:pPr>
            <w:r w:rsidRPr="00D45AE3">
              <w:t xml:space="preserve">A book reviewer on </w:t>
            </w:r>
            <w:r>
              <w:t>“Children’s Book Reviews”</w:t>
            </w:r>
            <w:r w:rsidRPr="00D45AE3">
              <w:t xml:space="preserve"> reviews "</w:t>
            </w:r>
            <w:r>
              <w:t xml:space="preserve">A Tale Dark and Grimm” at </w:t>
            </w:r>
            <w:hyperlink r:id="rId10" w:history="1">
              <w:r w:rsidRPr="00467D1C">
                <w:rPr>
                  <w:rStyle w:val="Hyperlink"/>
                </w:rPr>
                <w:t>http://www.youtube.com/watch?v=hkkCCi7iRYI&amp;feature=share&amp;list=ULhkkCCi7iRYI</w:t>
              </w:r>
            </w:hyperlink>
          </w:p>
          <w:p w:rsidR="00C82FBB" w:rsidRDefault="009113BD" w:rsidP="009113BD">
            <w:pPr>
              <w:pStyle w:val="ListParagraph"/>
              <w:numPr>
                <w:ilvl w:val="0"/>
                <w:numId w:val="10"/>
              </w:numPr>
            </w:pPr>
            <w:r w:rsidRPr="00D45AE3">
              <w:t>A book reviewer on the popular PBS TV series "Reading Rainbow" reviews "</w:t>
            </w:r>
            <w:r>
              <w:t>Where are They</w:t>
            </w:r>
            <w:r w:rsidRPr="00D45AE3">
              <w:t>"</w:t>
            </w:r>
            <w:r>
              <w:t xml:space="preserve"> at </w:t>
            </w:r>
            <w:r w:rsidR="001428D0">
              <w:t xml:space="preserve"> </w:t>
            </w:r>
            <w:hyperlink r:id="rId11" w:history="1">
              <w:r w:rsidR="00571FDD" w:rsidRPr="00467D1C">
                <w:rPr>
                  <w:rStyle w:val="Hyperlink"/>
                </w:rPr>
                <w:t>http://youtu.be/ZySNJEqQQ_M?t=27s</w:t>
              </w:r>
            </w:hyperlink>
          </w:p>
          <w:p w:rsidR="00571FDD" w:rsidRDefault="00571FDD" w:rsidP="00571FDD"/>
          <w:p w:rsidR="005E55D8" w:rsidRDefault="005E55D8" w:rsidP="005E55D8">
            <w:r>
              <w:t xml:space="preserve">The SLMS will </w:t>
            </w:r>
            <w:r w:rsidR="00062C31">
              <w:t xml:space="preserve">go over the </w:t>
            </w:r>
            <w:r w:rsidR="00BD7848">
              <w:t>graphic</w:t>
            </w:r>
            <w:r w:rsidR="00062C31">
              <w:t xml:space="preserve"> organizer that will support the students </w:t>
            </w:r>
            <w:r w:rsidR="00AA6D8B">
              <w:t>in writing their book talk</w:t>
            </w:r>
            <w:r>
              <w:t>.</w:t>
            </w:r>
          </w:p>
          <w:p w:rsidR="00AA6D8B" w:rsidRDefault="00AA6D8B" w:rsidP="005E55D8"/>
          <w:p w:rsidR="005E55D8" w:rsidRPr="00AC0D8F" w:rsidRDefault="005E55D8" w:rsidP="005E55D8">
            <w:pPr>
              <w:rPr>
                <w:b/>
              </w:rPr>
            </w:pPr>
            <w:r w:rsidRPr="00AC0D8F">
              <w:rPr>
                <w:b/>
              </w:rPr>
              <w:t>Sharing and Reflecting:</w:t>
            </w:r>
          </w:p>
          <w:p w:rsidR="005E55D8" w:rsidRDefault="005E55D8" w:rsidP="005E55D8">
            <w:r>
              <w:t xml:space="preserve">The SLMS will engage the </w:t>
            </w:r>
            <w:r w:rsidR="00AA6D8B">
              <w:t>students</w:t>
            </w:r>
            <w:r>
              <w:t xml:space="preserve"> in a discussion about the project and the expectations using the presentation examples to guide the questions.</w:t>
            </w:r>
          </w:p>
          <w:p w:rsidR="005E55D8" w:rsidRDefault="005E55D8" w:rsidP="005E55D8">
            <w:pPr>
              <w:pStyle w:val="ListParagraph"/>
              <w:numPr>
                <w:ilvl w:val="0"/>
                <w:numId w:val="8"/>
              </w:numPr>
              <w:spacing w:after="200" w:line="276" w:lineRule="auto"/>
            </w:pPr>
            <w:r>
              <w:t>Was there a particular presentation you enjoyed more than the others?  Why?</w:t>
            </w:r>
          </w:p>
          <w:p w:rsidR="005E55D8" w:rsidRDefault="00AA6D8B" w:rsidP="005E55D8">
            <w:pPr>
              <w:pStyle w:val="ListParagraph"/>
              <w:numPr>
                <w:ilvl w:val="0"/>
                <w:numId w:val="8"/>
              </w:numPr>
              <w:spacing w:after="200" w:line="276" w:lineRule="auto"/>
            </w:pPr>
            <w:r>
              <w:t>Was there a presentation that you didn’t like</w:t>
            </w:r>
            <w:r w:rsidR="005E55D8">
              <w:t>?</w:t>
            </w:r>
            <w:r>
              <w:t xml:space="preserve">  Why?</w:t>
            </w:r>
          </w:p>
          <w:p w:rsidR="005E55D8" w:rsidRDefault="005E55D8" w:rsidP="005E55D8">
            <w:pPr>
              <w:pStyle w:val="ListParagraph"/>
              <w:numPr>
                <w:ilvl w:val="0"/>
                <w:numId w:val="8"/>
              </w:numPr>
              <w:spacing w:after="200" w:line="276" w:lineRule="auto"/>
            </w:pPr>
            <w:r>
              <w:lastRenderedPageBreak/>
              <w:t xml:space="preserve">Was there a </w:t>
            </w:r>
            <w:r w:rsidR="00AA6D8B">
              <w:t>presentation</w:t>
            </w:r>
            <w:r>
              <w:t xml:space="preserve"> that caused you to lose focus on the information?  Why?</w:t>
            </w:r>
          </w:p>
          <w:p w:rsidR="005E55D8" w:rsidRDefault="00AA6D8B" w:rsidP="005E55D8">
            <w:pPr>
              <w:pStyle w:val="ListParagraph"/>
              <w:numPr>
                <w:ilvl w:val="0"/>
                <w:numId w:val="8"/>
              </w:numPr>
              <w:spacing w:after="200" w:line="276" w:lineRule="auto"/>
            </w:pPr>
            <w:r>
              <w:t>Which of the presentations made you want to read the book that was reviewed</w:t>
            </w:r>
            <w:r w:rsidR="005E55D8">
              <w:t>?</w:t>
            </w:r>
          </w:p>
          <w:p w:rsidR="005E55D8" w:rsidRPr="00CA6733" w:rsidRDefault="005E55D8" w:rsidP="005E55D8">
            <w:pPr>
              <w:rPr>
                <w:b/>
              </w:rPr>
            </w:pPr>
            <w:r w:rsidRPr="00CA6733">
              <w:rPr>
                <w:b/>
              </w:rPr>
              <w:t>Independent Practice:</w:t>
            </w:r>
          </w:p>
          <w:p w:rsidR="005E55D8" w:rsidRDefault="005E55D8" w:rsidP="005E55D8">
            <w:r>
              <w:t xml:space="preserve">Students will </w:t>
            </w:r>
            <w:r w:rsidR="00CF4977">
              <w:t xml:space="preserve">work independently on completing their </w:t>
            </w:r>
            <w:r w:rsidR="00BD7848">
              <w:t>graphic</w:t>
            </w:r>
            <w:r w:rsidR="00CF4977">
              <w:t xml:space="preserve"> organizers with the SLMS available for help</w:t>
            </w:r>
            <w:r>
              <w:t xml:space="preserve">.  Homework consists of each </w:t>
            </w:r>
            <w:r w:rsidR="00CF4977">
              <w:t>student completing their organizer and practicing their book talk presentation in front of parents, siblings, friends, or just a mirror.</w:t>
            </w:r>
            <w:r w:rsidR="00CC1BD7">
              <w:t xml:space="preserve">  Video recording or the book talks will take place at the next project meeting.</w:t>
            </w:r>
            <w:r>
              <w:t xml:space="preserve">  </w:t>
            </w:r>
          </w:p>
          <w:p w:rsidR="005E55D8" w:rsidRDefault="005E55D8" w:rsidP="005E55D8"/>
          <w:p w:rsidR="005E55D8" w:rsidRDefault="005E55D8" w:rsidP="005E55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</w:p>
          <w:p w:rsidR="005E55D8" w:rsidRDefault="005E55D8" w:rsidP="005E55D8">
            <w:pPr>
              <w:rPr>
                <w:b/>
                <w:sz w:val="28"/>
                <w:szCs w:val="28"/>
              </w:rPr>
            </w:pPr>
            <w:r w:rsidRPr="00CA6733">
              <w:rPr>
                <w:b/>
                <w:sz w:val="28"/>
                <w:szCs w:val="28"/>
              </w:rPr>
              <w:t>Day 2</w:t>
            </w:r>
          </w:p>
          <w:p w:rsidR="000A15D8" w:rsidRPr="00CA6733" w:rsidRDefault="000A15D8" w:rsidP="005E55D8">
            <w:pPr>
              <w:rPr>
                <w:b/>
                <w:sz w:val="28"/>
                <w:szCs w:val="28"/>
              </w:rPr>
            </w:pPr>
          </w:p>
          <w:p w:rsidR="005E55D8" w:rsidRDefault="005E55D8" w:rsidP="005E55D8">
            <w:pPr>
              <w:rPr>
                <w:b/>
              </w:rPr>
            </w:pPr>
            <w:r w:rsidRPr="00CA6733">
              <w:rPr>
                <w:b/>
              </w:rPr>
              <w:t>Direct Instruction:</w:t>
            </w:r>
          </w:p>
          <w:p w:rsidR="005E55D8" w:rsidRDefault="005E55D8" w:rsidP="00CC1BD7">
            <w:r>
              <w:t xml:space="preserve">The SLMS will </w:t>
            </w:r>
            <w:r w:rsidR="00CC1BD7">
              <w:t>give students a</w:t>
            </w:r>
            <w:r>
              <w:t xml:space="preserve"> brief </w:t>
            </w:r>
            <w:r w:rsidR="00CC1BD7">
              <w:t>overview of the recording process.  Students will be allowed to practice in front of the camera before actually recording their book talks.</w:t>
            </w:r>
          </w:p>
          <w:p w:rsidR="000A15D8" w:rsidRPr="00CA6733" w:rsidRDefault="000A15D8" w:rsidP="00CC1BD7">
            <w:pPr>
              <w:rPr>
                <w:b/>
                <w:sz w:val="28"/>
                <w:szCs w:val="28"/>
              </w:rPr>
            </w:pPr>
          </w:p>
          <w:p w:rsidR="005E55D8" w:rsidRDefault="005E55D8" w:rsidP="005E55D8">
            <w:pPr>
              <w:rPr>
                <w:b/>
              </w:rPr>
            </w:pPr>
            <w:r w:rsidRPr="00CA6733">
              <w:rPr>
                <w:b/>
              </w:rPr>
              <w:t>Reflection and Sharing:</w:t>
            </w:r>
          </w:p>
          <w:p w:rsidR="005E55D8" w:rsidRDefault="005E55D8" w:rsidP="0000594E">
            <w:r>
              <w:t xml:space="preserve">Students </w:t>
            </w:r>
            <w:r w:rsidR="00CC1BD7">
              <w:t>will view the raw footage of all students’ book talks and use the Self-Assessment and Presentation rubrics to evaluate their work and the work of the other students</w:t>
            </w:r>
            <w:r w:rsidR="0000594E">
              <w:t>.</w:t>
            </w:r>
          </w:p>
          <w:p w:rsidR="000A15D8" w:rsidRDefault="000A15D8" w:rsidP="0000594E"/>
          <w:p w:rsidR="000A15D8" w:rsidRPr="00792708" w:rsidRDefault="000A15D8" w:rsidP="0000594E">
            <w:pPr>
              <w:rPr>
                <w:rFonts w:ascii="Arial" w:hAnsi="Arial" w:cs="Arial"/>
              </w:rPr>
            </w:pPr>
          </w:p>
        </w:tc>
      </w:tr>
      <w:tr w:rsidR="00792708" w:rsidRPr="00AF06C5" w:rsidTr="00792708">
        <w:trPr>
          <w:trHeight w:val="1440"/>
        </w:trPr>
        <w:tc>
          <w:tcPr>
            <w:tcW w:w="14509" w:type="dxa"/>
            <w:gridSpan w:val="2"/>
          </w:tcPr>
          <w:p w:rsidR="00792708" w:rsidRPr="003C58F8" w:rsidRDefault="00792708" w:rsidP="0079270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792708">
              <w:rPr>
                <w:rFonts w:ascii="Arial" w:hAnsi="Arial" w:cs="Arial"/>
                <w:sz w:val="20"/>
                <w:szCs w:val="20"/>
              </w:rPr>
              <w:lastRenderedPageBreak/>
              <w:t>Resources/Materials: (What texts, digital resources, &amp; materials will be used in this lesson?)</w:t>
            </w:r>
          </w:p>
          <w:p w:rsidR="003C58F8" w:rsidRPr="00247DBA" w:rsidRDefault="003C58F8" w:rsidP="003C58F8">
            <w:pPr>
              <w:pStyle w:val="ListParagraph"/>
              <w:rPr>
                <w:rFonts w:ascii="Arial" w:hAnsi="Arial" w:cs="Arial"/>
              </w:rPr>
            </w:pPr>
          </w:p>
          <w:p w:rsidR="0000594E" w:rsidRDefault="0000594E" w:rsidP="00247DBA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Self- Assessment</w:t>
            </w:r>
            <w:r w:rsidR="003C58F8">
              <w:rPr>
                <w:rFonts w:ascii="Arial" w:hAnsi="Arial" w:cs="Arial"/>
              </w:rPr>
              <w:t xml:space="preserve"> rubric </w:t>
            </w:r>
          </w:p>
          <w:p w:rsidR="003C58F8" w:rsidRPr="000221B3" w:rsidRDefault="003C58F8" w:rsidP="00247DBA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Presentation evaluation rubric </w:t>
            </w:r>
          </w:p>
          <w:p w:rsidR="0000594E" w:rsidRDefault="000221B3" w:rsidP="0000594E">
            <w:pPr>
              <w:pStyle w:val="ListParagraph"/>
              <w:rPr>
                <w:rFonts w:ascii="Arial" w:hAnsi="Arial" w:cs="Arial"/>
              </w:rPr>
            </w:pPr>
            <w:r w:rsidRPr="003C58F8">
              <w:rPr>
                <w:rFonts w:ascii="Arial" w:hAnsi="Arial" w:cs="Arial"/>
              </w:rPr>
              <w:t>Assignment guide</w:t>
            </w:r>
            <w:r w:rsidR="003C58F8">
              <w:rPr>
                <w:rFonts w:ascii="Arial" w:hAnsi="Arial" w:cs="Arial"/>
              </w:rPr>
              <w:t xml:space="preserve"> </w:t>
            </w:r>
            <w:r w:rsidR="0096454B">
              <w:rPr>
                <w:rFonts w:ascii="Arial" w:hAnsi="Arial" w:cs="Arial"/>
              </w:rPr>
              <w:t>with Resources</w:t>
            </w:r>
          </w:p>
          <w:p w:rsidR="0096454B" w:rsidRDefault="00BD7848" w:rsidP="0000594E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Graphic</w:t>
            </w:r>
            <w:r w:rsidR="0000594E">
              <w:rPr>
                <w:rFonts w:ascii="Arial" w:hAnsi="Arial" w:cs="Arial"/>
              </w:rPr>
              <w:t xml:space="preserve"> Organizer</w:t>
            </w:r>
            <w:r w:rsidR="0096454B">
              <w:rPr>
                <w:rFonts w:ascii="Arial" w:hAnsi="Arial" w:cs="Arial"/>
              </w:rPr>
              <w:t xml:space="preserve"> </w:t>
            </w:r>
          </w:p>
          <w:p w:rsidR="000221B3" w:rsidRPr="00792708" w:rsidRDefault="000221B3" w:rsidP="0000594E">
            <w:pPr>
              <w:ind w:left="720"/>
              <w:rPr>
                <w:rFonts w:ascii="Arial" w:hAnsi="Arial" w:cs="Arial"/>
              </w:rPr>
            </w:pPr>
          </w:p>
        </w:tc>
      </w:tr>
      <w:tr w:rsidR="00792708" w:rsidRPr="00AF06C5" w:rsidTr="00792708">
        <w:trPr>
          <w:trHeight w:val="2160"/>
        </w:trPr>
        <w:tc>
          <w:tcPr>
            <w:tcW w:w="14509" w:type="dxa"/>
            <w:gridSpan w:val="2"/>
          </w:tcPr>
          <w:p w:rsidR="00A312DC" w:rsidRPr="00D6564A" w:rsidRDefault="00A312DC" w:rsidP="000A15D8">
            <w:pPr>
              <w:pStyle w:val="ListParagraph"/>
              <w:ind w:left="1440"/>
            </w:pPr>
          </w:p>
        </w:tc>
      </w:tr>
      <w:tr w:rsidR="00792708" w:rsidRPr="00AF06C5" w:rsidTr="00792708">
        <w:trPr>
          <w:trHeight w:val="2304"/>
        </w:trPr>
        <w:tc>
          <w:tcPr>
            <w:tcW w:w="14509" w:type="dxa"/>
            <w:gridSpan w:val="2"/>
          </w:tcPr>
          <w:p w:rsidR="00D20508" w:rsidRPr="00D6564A" w:rsidRDefault="00D20508" w:rsidP="000A15D8">
            <w:pPr>
              <w:pStyle w:val="ListParagraph"/>
              <w:ind w:left="1440"/>
            </w:pPr>
          </w:p>
        </w:tc>
      </w:tr>
    </w:tbl>
    <w:p w:rsidR="004329F8" w:rsidRDefault="004329F8" w:rsidP="00F81F06">
      <w:pPr>
        <w:jc w:val="center"/>
        <w:rPr>
          <w:rFonts w:ascii="Arial" w:hAnsi="Arial" w:cs="Arial"/>
          <w:b/>
        </w:rPr>
      </w:pPr>
    </w:p>
    <w:p w:rsidR="004329F8" w:rsidRDefault="004329F8">
      <w:pPr>
        <w:rPr>
          <w:rFonts w:ascii="Arial" w:hAnsi="Arial" w:cs="Arial"/>
          <w:b/>
        </w:rPr>
      </w:pPr>
    </w:p>
    <w:sectPr w:rsidR="004329F8" w:rsidSect="00F2526B">
      <w:foot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CA3" w:rsidRDefault="00E45CA3" w:rsidP="00955395">
      <w:r>
        <w:separator/>
      </w:r>
    </w:p>
  </w:endnote>
  <w:endnote w:type="continuationSeparator" w:id="0">
    <w:p w:rsidR="00E45CA3" w:rsidRDefault="00E45CA3" w:rsidP="00955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312" w:rsidRDefault="00955395">
    <w:pPr>
      <w:pStyle w:val="Footer"/>
    </w:pPr>
    <w:r>
      <w:t>Anna Rauvenpoor</w:t>
    </w:r>
  </w:p>
  <w:p w:rsidR="00327312" w:rsidRDefault="00327312">
    <w:pPr>
      <w:pStyle w:val="Footer"/>
    </w:pPr>
    <w:r>
      <w:t>October</w:t>
    </w:r>
    <w:r w:rsidR="00955395">
      <w:t xml:space="preserve"> 2012</w:t>
    </w:r>
  </w:p>
  <w:p w:rsidR="00955395" w:rsidRDefault="00327312">
    <w:pPr>
      <w:pStyle w:val="Footer"/>
    </w:pPr>
    <w:r>
      <w:t>Windermere Boulevard School</w:t>
    </w:r>
  </w:p>
  <w:p w:rsidR="00955395" w:rsidRDefault="009553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CA3" w:rsidRDefault="00E45CA3" w:rsidP="00955395">
      <w:r>
        <w:separator/>
      </w:r>
    </w:p>
  </w:footnote>
  <w:footnote w:type="continuationSeparator" w:id="0">
    <w:p w:rsidR="00E45CA3" w:rsidRDefault="00E45CA3" w:rsidP="00955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799F"/>
    <w:multiLevelType w:val="hybridMultilevel"/>
    <w:tmpl w:val="A5C62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296CDF"/>
    <w:multiLevelType w:val="hybridMultilevel"/>
    <w:tmpl w:val="2F0EB1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CC490A"/>
    <w:multiLevelType w:val="hybridMultilevel"/>
    <w:tmpl w:val="6B340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B0737"/>
    <w:multiLevelType w:val="hybridMultilevel"/>
    <w:tmpl w:val="D5BC3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B4F34"/>
    <w:multiLevelType w:val="hybridMultilevel"/>
    <w:tmpl w:val="7EC0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52C39"/>
    <w:multiLevelType w:val="hybridMultilevel"/>
    <w:tmpl w:val="6A884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47193"/>
    <w:multiLevelType w:val="hybridMultilevel"/>
    <w:tmpl w:val="5A4A5A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FC3F5B"/>
    <w:multiLevelType w:val="hybridMultilevel"/>
    <w:tmpl w:val="92149B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CD5FE0"/>
    <w:multiLevelType w:val="hybridMultilevel"/>
    <w:tmpl w:val="A22C2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8A14AD"/>
    <w:multiLevelType w:val="hybridMultilevel"/>
    <w:tmpl w:val="E1CA7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7865E4"/>
    <w:multiLevelType w:val="hybridMultilevel"/>
    <w:tmpl w:val="5A920E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E537F67"/>
    <w:multiLevelType w:val="hybridMultilevel"/>
    <w:tmpl w:val="D6B20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1"/>
  </w:num>
  <w:num w:numId="6">
    <w:abstractNumId w:val="1"/>
  </w:num>
  <w:num w:numId="7">
    <w:abstractNumId w:val="10"/>
  </w:num>
  <w:num w:numId="8">
    <w:abstractNumId w:val="5"/>
  </w:num>
  <w:num w:numId="9">
    <w:abstractNumId w:val="8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DA4"/>
    <w:rsid w:val="0000594E"/>
    <w:rsid w:val="000221B3"/>
    <w:rsid w:val="00032EC8"/>
    <w:rsid w:val="00062C31"/>
    <w:rsid w:val="000A15D8"/>
    <w:rsid w:val="000A31CC"/>
    <w:rsid w:val="000A78CC"/>
    <w:rsid w:val="001213D1"/>
    <w:rsid w:val="001350A9"/>
    <w:rsid w:val="00135C5D"/>
    <w:rsid w:val="001428D0"/>
    <w:rsid w:val="001A0A85"/>
    <w:rsid w:val="001F793D"/>
    <w:rsid w:val="002120B6"/>
    <w:rsid w:val="00247DBA"/>
    <w:rsid w:val="00256468"/>
    <w:rsid w:val="00291F94"/>
    <w:rsid w:val="002955CE"/>
    <w:rsid w:val="002F4E20"/>
    <w:rsid w:val="00323CFA"/>
    <w:rsid w:val="00327312"/>
    <w:rsid w:val="003C0C43"/>
    <w:rsid w:val="003C3AE3"/>
    <w:rsid w:val="003C58F8"/>
    <w:rsid w:val="003F2047"/>
    <w:rsid w:val="003F4AD4"/>
    <w:rsid w:val="003F52E5"/>
    <w:rsid w:val="0043122B"/>
    <w:rsid w:val="004329F8"/>
    <w:rsid w:val="00433DE7"/>
    <w:rsid w:val="00433F77"/>
    <w:rsid w:val="0048008F"/>
    <w:rsid w:val="00497971"/>
    <w:rsid w:val="004A72B8"/>
    <w:rsid w:val="004B667F"/>
    <w:rsid w:val="00571FDD"/>
    <w:rsid w:val="005B2D1E"/>
    <w:rsid w:val="005B2FD1"/>
    <w:rsid w:val="005E55D8"/>
    <w:rsid w:val="005F34D9"/>
    <w:rsid w:val="00611637"/>
    <w:rsid w:val="00675B4C"/>
    <w:rsid w:val="006953EE"/>
    <w:rsid w:val="006C2472"/>
    <w:rsid w:val="00706F67"/>
    <w:rsid w:val="00767183"/>
    <w:rsid w:val="00792708"/>
    <w:rsid w:val="007D414F"/>
    <w:rsid w:val="00841832"/>
    <w:rsid w:val="00870583"/>
    <w:rsid w:val="00877E47"/>
    <w:rsid w:val="00880DA4"/>
    <w:rsid w:val="00892101"/>
    <w:rsid w:val="00904B05"/>
    <w:rsid w:val="009113BD"/>
    <w:rsid w:val="009316B7"/>
    <w:rsid w:val="00955395"/>
    <w:rsid w:val="0096454B"/>
    <w:rsid w:val="009B30A3"/>
    <w:rsid w:val="00A12758"/>
    <w:rsid w:val="00A312DC"/>
    <w:rsid w:val="00A32CA6"/>
    <w:rsid w:val="00A376C0"/>
    <w:rsid w:val="00AA6D8B"/>
    <w:rsid w:val="00AF06C5"/>
    <w:rsid w:val="00B03623"/>
    <w:rsid w:val="00B272B6"/>
    <w:rsid w:val="00B27B73"/>
    <w:rsid w:val="00B72866"/>
    <w:rsid w:val="00B9297A"/>
    <w:rsid w:val="00BB5FD9"/>
    <w:rsid w:val="00BC7FCB"/>
    <w:rsid w:val="00BD7848"/>
    <w:rsid w:val="00BE3560"/>
    <w:rsid w:val="00C27EA6"/>
    <w:rsid w:val="00C32D04"/>
    <w:rsid w:val="00C82FBB"/>
    <w:rsid w:val="00C94510"/>
    <w:rsid w:val="00CA36E7"/>
    <w:rsid w:val="00CA37E1"/>
    <w:rsid w:val="00CC1BD7"/>
    <w:rsid w:val="00CD1D3B"/>
    <w:rsid w:val="00CF4977"/>
    <w:rsid w:val="00D10BA1"/>
    <w:rsid w:val="00D20508"/>
    <w:rsid w:val="00D45AE3"/>
    <w:rsid w:val="00D6564A"/>
    <w:rsid w:val="00D710D8"/>
    <w:rsid w:val="00DB2DBA"/>
    <w:rsid w:val="00E45CA3"/>
    <w:rsid w:val="00F06055"/>
    <w:rsid w:val="00F2426A"/>
    <w:rsid w:val="00F2526B"/>
    <w:rsid w:val="00F81F06"/>
    <w:rsid w:val="00FB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526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80DA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47DB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28D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53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395"/>
  </w:style>
  <w:style w:type="paragraph" w:styleId="Footer">
    <w:name w:val="footer"/>
    <w:basedOn w:val="Normal"/>
    <w:link w:val="FooterChar"/>
    <w:uiPriority w:val="99"/>
    <w:unhideWhenUsed/>
    <w:rsid w:val="009553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395"/>
  </w:style>
  <w:style w:type="paragraph" w:styleId="BalloonText">
    <w:name w:val="Balloon Text"/>
    <w:basedOn w:val="Normal"/>
    <w:link w:val="BalloonTextChar"/>
    <w:uiPriority w:val="99"/>
    <w:semiHidden/>
    <w:unhideWhenUsed/>
    <w:rsid w:val="009553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3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526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80DA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47DB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28D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53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395"/>
  </w:style>
  <w:style w:type="paragraph" w:styleId="Footer">
    <w:name w:val="footer"/>
    <w:basedOn w:val="Normal"/>
    <w:link w:val="FooterChar"/>
    <w:uiPriority w:val="99"/>
    <w:unhideWhenUsed/>
    <w:rsid w:val="009553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395"/>
  </w:style>
  <w:style w:type="paragraph" w:styleId="BalloonText">
    <w:name w:val="Balloon Text"/>
    <w:basedOn w:val="Normal"/>
    <w:link w:val="BalloonTextChar"/>
    <w:uiPriority w:val="99"/>
    <w:semiHidden/>
    <w:unhideWhenUsed/>
    <w:rsid w:val="009553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3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0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.be/FHAb6TYNX4w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youtu.be/ZySNJEqQQ_M?t=27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tch?v=hkkCCi7iRYI&amp;feature=share&amp;list=ULhkkCCi7iRY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outu.be/gKqMZ0uK6pA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ter\Downloads\Common%20Core%20Aligned%20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 Core Aligned Lesson Plan Template</Template>
  <TotalTime>122</TotalTime>
  <Pages>4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17</cp:revision>
  <dcterms:created xsi:type="dcterms:W3CDTF">2012-10-29T15:42:00Z</dcterms:created>
  <dcterms:modified xsi:type="dcterms:W3CDTF">2013-07-09T18:33:00Z</dcterms:modified>
</cp:coreProperties>
</file>